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839" w:rsidRPr="0036355E" w:rsidRDefault="009D6839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6839" w:rsidRPr="0036355E" w:rsidRDefault="009D6839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30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D6839" w:rsidRPr="00161E78" w:rsidRDefault="009D6839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6839" w:rsidRDefault="009D6839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17  ноября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9D6839" w:rsidRPr="00161E78" w:rsidRDefault="009D6839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D6839" w:rsidRPr="00161E78" w:rsidRDefault="009D6839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9D6839" w:rsidRDefault="009D6839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9D6839" w:rsidRDefault="009D6839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D6839" w:rsidRPr="009D58BB">
        <w:trPr>
          <w:trHeight w:val="1097"/>
        </w:trPr>
        <w:tc>
          <w:tcPr>
            <w:tcW w:w="9016" w:type="dxa"/>
          </w:tcPr>
          <w:p w:rsidR="009D6839" w:rsidRDefault="009D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69 </w:t>
            </w:r>
          </w:p>
          <w:p w:rsidR="009D6839" w:rsidRPr="009D58BB" w:rsidRDefault="009D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9D6839" w:rsidRPr="009D58BB" w:rsidRDefault="009D683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D6839" w:rsidRPr="00DD5EF6" w:rsidRDefault="009D6839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9D6839" w:rsidRPr="00DD5EF6" w:rsidRDefault="009D6839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9D6839" w:rsidRDefault="009D6839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9D6839" w:rsidRDefault="009D6839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27 379 126,46 рублей;</w:t>
      </w:r>
    </w:p>
    <w:p w:rsidR="009D6839" w:rsidRDefault="009D6839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28 255 500,00 рублей;</w:t>
      </w:r>
    </w:p>
    <w:p w:rsidR="009D6839" w:rsidRDefault="009D6839" w:rsidP="00445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876 373,54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6839" w:rsidRPr="00B51340" w:rsidRDefault="009D6839" w:rsidP="00445D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214 000,00 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9D6839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214 000,00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</w:p>
    <w:p w:rsidR="009D6839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</w:t>
      </w:r>
      <w:r>
        <w:rPr>
          <w:rFonts w:ascii="Times New Roman" w:hAnsi="Times New Roman" w:cs="Times New Roman"/>
          <w:sz w:val="28"/>
          <w:szCs w:val="28"/>
        </w:rPr>
        <w:t>160010240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A31EB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» в сумме 130 000,00 рублей на изготовление земельной документации,</w:t>
      </w:r>
    </w:p>
    <w:p w:rsidR="009D6839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3 000,00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оценку стоимости помещений,</w:t>
      </w:r>
    </w:p>
    <w:p w:rsidR="009D6839" w:rsidRDefault="009D6839" w:rsidP="00907184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>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16 000,00 рублей </w:t>
      </w:r>
      <w:r w:rsidRPr="00F006F8">
        <w:rPr>
          <w:rFonts w:ascii="Times New Roman" w:hAnsi="Times New Roman" w:cs="Times New Roman"/>
          <w:sz w:val="28"/>
          <w:szCs w:val="28"/>
        </w:rPr>
        <w:t>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D6839" w:rsidRPr="00EB04F7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EB04F7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E028DA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EB04F7">
        <w:rPr>
          <w:rFonts w:ascii="Times New Roman" w:hAnsi="Times New Roman" w:cs="Times New Roman"/>
          <w:sz w:val="28"/>
          <w:szCs w:val="28"/>
        </w:rPr>
        <w:t>6800010320</w:t>
      </w:r>
      <w:r w:rsidRPr="00EB04F7">
        <w:t xml:space="preserve"> </w:t>
      </w:r>
      <w:r>
        <w:t>«</w:t>
      </w:r>
      <w:r w:rsidRPr="00EB04F7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>» в сумме 20 000,00 рублей на содержание трактора,</w:t>
      </w:r>
    </w:p>
    <w:p w:rsidR="009D6839" w:rsidRPr="00EB04F7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вопросы»,  целевой статье  </w:t>
      </w:r>
      <w:r w:rsidRPr="00EB04F7">
        <w:rPr>
          <w:rFonts w:ascii="Times New Roman" w:hAnsi="Times New Roman" w:cs="Times New Roman"/>
          <w:sz w:val="28"/>
          <w:szCs w:val="28"/>
        </w:rPr>
        <w:t>5120010070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B04F7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>
        <w:rPr>
          <w:rFonts w:ascii="Times New Roman" w:hAnsi="Times New Roman" w:cs="Times New Roman"/>
          <w:sz w:val="28"/>
          <w:szCs w:val="28"/>
        </w:rPr>
        <w:t>» в сумме 30 000,00 рублей на оплату информационного материала в газете,</w:t>
      </w:r>
    </w:p>
    <w:p w:rsidR="009D6839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15 000,00 рублей на материальные затраты.</w:t>
      </w:r>
    </w:p>
    <w:p w:rsidR="009D6839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</w:t>
      </w:r>
      <w:r w:rsidRPr="00E028DA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(за счет налоговых и неналоговых доходов) по состоянию на 01.01.2016 года в сумме    </w:t>
      </w:r>
      <w:r>
        <w:rPr>
          <w:rFonts w:ascii="Times New Roman" w:hAnsi="Times New Roman" w:cs="Times New Roman"/>
          <w:sz w:val="28"/>
          <w:szCs w:val="28"/>
        </w:rPr>
        <w:t>459 900</w:t>
      </w:r>
      <w:r w:rsidRPr="00E028DA">
        <w:rPr>
          <w:rFonts w:ascii="Times New Roman" w:hAnsi="Times New Roman" w:cs="Times New Roman"/>
          <w:sz w:val="28"/>
          <w:szCs w:val="28"/>
        </w:rPr>
        <w:t>,00 рублей  на увеличение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 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на заработную плату.</w:t>
      </w:r>
    </w:p>
    <w:p w:rsidR="009D6839" w:rsidRPr="00F006F8" w:rsidRDefault="009D6839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Передвинуть ассигнования, предусмотренные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3 100,00 рублей, на вид расходов 200 на материальные затраты</w:t>
      </w:r>
    </w:p>
    <w:p w:rsidR="009D6839" w:rsidRDefault="009D6839" w:rsidP="00C94739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Внести соответствующие изменения  в приложения № 2,4-7, 10, изложив их в новой редакции (приложения № 1,2,3,4,5,6).</w:t>
      </w:r>
    </w:p>
    <w:p w:rsidR="009D6839" w:rsidRDefault="009D6839" w:rsidP="00C94739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решение подлежит опубликованию в установленном порядке.</w:t>
      </w:r>
    </w:p>
    <w:p w:rsidR="009D6839" w:rsidRDefault="009D6839" w:rsidP="00C9473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вступает в силу со дня его опубликования.</w:t>
      </w:r>
    </w:p>
    <w:p w:rsidR="009D6839" w:rsidRDefault="009D6839" w:rsidP="00C9473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6839" w:rsidRDefault="009D6839" w:rsidP="0044164E">
      <w:pPr>
        <w:pStyle w:val="ConsNormal"/>
        <w:widowControl/>
        <w:tabs>
          <w:tab w:val="left" w:pos="0"/>
          <w:tab w:val="left" w:pos="360"/>
          <w:tab w:val="left" w:pos="522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ab/>
        <w:t>Председатель Совета</w:t>
      </w:r>
    </w:p>
    <w:p w:rsidR="009D6839" w:rsidRDefault="009D6839" w:rsidP="0044164E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        Школьненского сельского поселения          </w:t>
      </w:r>
    </w:p>
    <w:p w:rsidR="009D6839" w:rsidRDefault="009D6839" w:rsidP="0044164E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Белореченского района</w:t>
      </w:r>
    </w:p>
    <w:p w:rsidR="009D6839" w:rsidRDefault="009D6839" w:rsidP="00C9473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В.Н.Лантратов                                           Н.В.Лавриненко                      </w:t>
      </w:r>
    </w:p>
    <w:p w:rsidR="009D6839" w:rsidRDefault="009D6839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9D6839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839" w:rsidRDefault="009D6839" w:rsidP="00B57B3B">
      <w:r>
        <w:separator/>
      </w:r>
    </w:p>
  </w:endnote>
  <w:endnote w:type="continuationSeparator" w:id="0">
    <w:p w:rsidR="009D6839" w:rsidRDefault="009D683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839" w:rsidRDefault="009D6839" w:rsidP="00B57B3B">
      <w:r>
        <w:separator/>
      </w:r>
    </w:p>
  </w:footnote>
  <w:footnote w:type="continuationSeparator" w:id="0">
    <w:p w:rsidR="009D6839" w:rsidRDefault="009D683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839" w:rsidRPr="003139BC" w:rsidRDefault="009D6839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D6839" w:rsidRDefault="009D68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19A5"/>
    <w:rsid w:val="0002516C"/>
    <w:rsid w:val="00025588"/>
    <w:rsid w:val="00030337"/>
    <w:rsid w:val="00035659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1EF8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37BB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33FB"/>
    <w:rsid w:val="001E3D89"/>
    <w:rsid w:val="00200CA1"/>
    <w:rsid w:val="00202D11"/>
    <w:rsid w:val="00203FD5"/>
    <w:rsid w:val="00210A11"/>
    <w:rsid w:val="00221DB4"/>
    <w:rsid w:val="0023092B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1CF9"/>
    <w:rsid w:val="00326F5E"/>
    <w:rsid w:val="00327591"/>
    <w:rsid w:val="003372C6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36898"/>
    <w:rsid w:val="0044164E"/>
    <w:rsid w:val="00444314"/>
    <w:rsid w:val="00445D9C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4C50"/>
    <w:rsid w:val="006602EC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2F5A"/>
    <w:rsid w:val="007747C1"/>
    <w:rsid w:val="00775D70"/>
    <w:rsid w:val="00777B45"/>
    <w:rsid w:val="007805A2"/>
    <w:rsid w:val="00783472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DCC"/>
    <w:rsid w:val="00897E7A"/>
    <w:rsid w:val="008A0B89"/>
    <w:rsid w:val="008A4D2D"/>
    <w:rsid w:val="008B4059"/>
    <w:rsid w:val="008B6240"/>
    <w:rsid w:val="008B76CE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839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850DC"/>
    <w:rsid w:val="00A927CD"/>
    <w:rsid w:val="00A969F6"/>
    <w:rsid w:val="00AB3310"/>
    <w:rsid w:val="00AC3B6A"/>
    <w:rsid w:val="00AD1D8E"/>
    <w:rsid w:val="00AD218C"/>
    <w:rsid w:val="00AD5AD8"/>
    <w:rsid w:val="00AE58CE"/>
    <w:rsid w:val="00AE5C61"/>
    <w:rsid w:val="00AE6AD4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C91"/>
    <w:rsid w:val="00B54EEA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5331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A9E"/>
    <w:rsid w:val="00F516A6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A4C6A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921</TotalTime>
  <Pages>2</Pages>
  <Words>1038</Words>
  <Characters>5920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Кристина</cp:lastModifiedBy>
  <cp:revision>53</cp:revision>
  <cp:lastPrinted>2016-11-16T13:51:00Z</cp:lastPrinted>
  <dcterms:created xsi:type="dcterms:W3CDTF">2015-01-21T15:24:00Z</dcterms:created>
  <dcterms:modified xsi:type="dcterms:W3CDTF">2016-11-23T14:15:00Z</dcterms:modified>
</cp:coreProperties>
</file>